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4A1A7" w14:textId="77777777" w:rsidR="0006592A" w:rsidRDefault="0006592A"/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848"/>
        <w:gridCol w:w="2422"/>
      </w:tblGrid>
      <w:tr w:rsidR="0006592A" w14:paraId="50A7D6FB" w14:textId="77777777">
        <w:trPr>
          <w:jc w:val="right"/>
        </w:trPr>
        <w:tc>
          <w:tcPr>
            <w:tcW w:w="848" w:type="dxa"/>
          </w:tcPr>
          <w:p w14:paraId="324A478E" w14:textId="77777777" w:rsidR="0006592A" w:rsidRDefault="0006592A">
            <w:pPr>
              <w:spacing w:before="60"/>
              <w:rPr>
                <w:rFonts w:ascii="Arial" w:hAnsi="Arial"/>
                <w:sz w:val="24"/>
              </w:rPr>
            </w:pPr>
            <w:proofErr w:type="spellStart"/>
            <w:r>
              <w:rPr>
                <w:rFonts w:ascii="Arial" w:hAnsi="Arial"/>
                <w:sz w:val="24"/>
              </w:rPr>
              <w:t>Teie</w:t>
            </w:r>
            <w:proofErr w:type="spellEnd"/>
          </w:p>
        </w:tc>
        <w:tc>
          <w:tcPr>
            <w:tcW w:w="2422" w:type="dxa"/>
            <w:tcBorders>
              <w:bottom w:val="single" w:sz="4" w:space="0" w:color="auto"/>
            </w:tcBorders>
          </w:tcPr>
          <w:p w14:paraId="66A7DBCB" w14:textId="77777777" w:rsidR="0006592A" w:rsidRPr="00C1330F" w:rsidRDefault="0006592A" w:rsidP="00C1330F">
            <w:pPr>
              <w:spacing w:before="120"/>
              <w:rPr>
                <w:rFonts w:ascii="Arial" w:hAnsi="Arial"/>
              </w:rPr>
            </w:pPr>
          </w:p>
        </w:tc>
      </w:tr>
      <w:tr w:rsidR="0006592A" w14:paraId="30B59905" w14:textId="77777777" w:rsidTr="00363ACA">
        <w:trPr>
          <w:trHeight w:val="260"/>
          <w:jc w:val="right"/>
        </w:trPr>
        <w:tc>
          <w:tcPr>
            <w:tcW w:w="848" w:type="dxa"/>
          </w:tcPr>
          <w:p w14:paraId="51EF4C06" w14:textId="77777777" w:rsidR="0006592A" w:rsidRDefault="0006592A">
            <w:pPr>
              <w:spacing w:before="6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Meie</w:t>
            </w:r>
          </w:p>
        </w:tc>
        <w:tc>
          <w:tcPr>
            <w:tcW w:w="2422" w:type="dxa"/>
            <w:tcBorders>
              <w:bottom w:val="single" w:sz="4" w:space="0" w:color="auto"/>
            </w:tcBorders>
          </w:tcPr>
          <w:p w14:paraId="64447126" w14:textId="3DF32E8D" w:rsidR="0006592A" w:rsidRPr="00C1330F" w:rsidRDefault="001E4F32" w:rsidP="00F9070C">
            <w:pPr>
              <w:spacing w:before="120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28</w:t>
            </w:r>
            <w:r w:rsidR="00F9070C">
              <w:rPr>
                <w:rFonts w:ascii="Arial" w:hAnsi="Arial"/>
              </w:rPr>
              <w:t>.</w:t>
            </w:r>
            <w:r w:rsidR="00623384">
              <w:rPr>
                <w:rFonts w:ascii="Arial" w:hAnsi="Arial"/>
              </w:rPr>
              <w:t>0</w:t>
            </w:r>
            <w:r w:rsidR="005329C3">
              <w:rPr>
                <w:rFonts w:ascii="Arial" w:hAnsi="Arial"/>
              </w:rPr>
              <w:t>4</w:t>
            </w:r>
            <w:r w:rsidR="00C1330F" w:rsidRPr="00C1330F">
              <w:rPr>
                <w:rFonts w:ascii="Arial" w:hAnsi="Arial"/>
              </w:rPr>
              <w:t>.20</w:t>
            </w:r>
            <w:r w:rsidR="00623384">
              <w:rPr>
                <w:rFonts w:ascii="Arial" w:hAnsi="Arial"/>
              </w:rPr>
              <w:t>2</w:t>
            </w:r>
            <w:r>
              <w:rPr>
                <w:rFonts w:ascii="Arial" w:hAnsi="Arial"/>
              </w:rPr>
              <w:t>5</w:t>
            </w:r>
            <w:r w:rsidR="00623384">
              <w:rPr>
                <w:rFonts w:ascii="Arial" w:hAnsi="Arial"/>
              </w:rPr>
              <w:t xml:space="preserve">  </w:t>
            </w:r>
            <w:r w:rsidR="00C1330F">
              <w:rPr>
                <w:rFonts w:ascii="Arial" w:hAnsi="Arial"/>
              </w:rPr>
              <w:t>nr</w:t>
            </w:r>
            <w:proofErr w:type="gramEnd"/>
            <w:r w:rsidR="00C1330F">
              <w:rPr>
                <w:rFonts w:ascii="Arial" w:hAnsi="Arial"/>
              </w:rPr>
              <w:t>.</w:t>
            </w:r>
            <w:r w:rsidR="005329C3">
              <w:rPr>
                <w:rFonts w:ascii="Arial" w:hAnsi="Arial"/>
              </w:rPr>
              <w:t>11</w:t>
            </w:r>
          </w:p>
        </w:tc>
      </w:tr>
    </w:tbl>
    <w:p w14:paraId="699648E0" w14:textId="0C5962B5" w:rsidR="00C1330F" w:rsidRPr="000121E9" w:rsidRDefault="004765E8" w:rsidP="006B3C54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Transpordiamet</w:t>
      </w:r>
      <w:r w:rsidR="00C1330F" w:rsidRPr="000121E9">
        <w:rPr>
          <w:sz w:val="24"/>
          <w:szCs w:val="24"/>
          <w:lang w:val="et-EE"/>
        </w:rPr>
        <w:t>.</w:t>
      </w:r>
    </w:p>
    <w:p w14:paraId="4576AFD6" w14:textId="747AE235" w:rsidR="00C1330F" w:rsidRPr="000121E9" w:rsidRDefault="00880D12" w:rsidP="006B3C54">
      <w:pPr>
        <w:rPr>
          <w:sz w:val="24"/>
          <w:szCs w:val="24"/>
          <w:lang w:val="et-EE"/>
        </w:rPr>
      </w:pPr>
      <w:r w:rsidRPr="00880D12">
        <w:rPr>
          <w:sz w:val="24"/>
          <w:szCs w:val="24"/>
          <w:lang w:val="et-EE"/>
        </w:rPr>
        <w:t>Valge 4, 11413 Tallin</w:t>
      </w:r>
    </w:p>
    <w:p w14:paraId="7544853F" w14:textId="77777777" w:rsidR="00C1330F" w:rsidRPr="000121E9" w:rsidRDefault="00C1330F" w:rsidP="006B3C54">
      <w:pPr>
        <w:rPr>
          <w:sz w:val="24"/>
          <w:szCs w:val="24"/>
          <w:lang w:val="et-EE"/>
        </w:rPr>
      </w:pPr>
    </w:p>
    <w:p w14:paraId="60B8C04A" w14:textId="77777777" w:rsidR="00C1330F" w:rsidRPr="000121E9" w:rsidRDefault="00C1330F" w:rsidP="006B3C54">
      <w:pPr>
        <w:rPr>
          <w:sz w:val="24"/>
          <w:szCs w:val="24"/>
          <w:lang w:val="et-EE"/>
        </w:rPr>
      </w:pPr>
    </w:p>
    <w:p w14:paraId="2AB5C135" w14:textId="77777777" w:rsidR="00C1330F" w:rsidRPr="000121E9" w:rsidRDefault="00C1330F" w:rsidP="006B3C54">
      <w:pPr>
        <w:rPr>
          <w:sz w:val="24"/>
          <w:szCs w:val="24"/>
          <w:lang w:val="et-EE"/>
        </w:rPr>
      </w:pPr>
      <w:r w:rsidRPr="000121E9">
        <w:rPr>
          <w:sz w:val="24"/>
          <w:szCs w:val="24"/>
          <w:lang w:val="et-EE"/>
        </w:rPr>
        <w:t>Garantiikiri.</w:t>
      </w:r>
    </w:p>
    <w:p w14:paraId="19C1DE6E" w14:textId="77777777" w:rsidR="000121E9" w:rsidRPr="000121E9" w:rsidRDefault="000121E9" w:rsidP="006B3C54">
      <w:pPr>
        <w:rPr>
          <w:sz w:val="24"/>
          <w:szCs w:val="24"/>
          <w:lang w:val="et-EE"/>
        </w:rPr>
      </w:pPr>
    </w:p>
    <w:p w14:paraId="3D7EE313" w14:textId="0CBDB506" w:rsidR="000121E9" w:rsidRPr="000121E9" w:rsidRDefault="00C1330F" w:rsidP="004765E8">
      <w:pPr>
        <w:rPr>
          <w:sz w:val="24"/>
          <w:szCs w:val="24"/>
          <w:lang w:val="et-EE"/>
        </w:rPr>
      </w:pPr>
      <w:r w:rsidRPr="000121E9">
        <w:rPr>
          <w:sz w:val="24"/>
          <w:szCs w:val="24"/>
          <w:lang w:val="et-EE"/>
        </w:rPr>
        <w:t xml:space="preserve">Loo Elekter AS </w:t>
      </w:r>
      <w:r w:rsidR="00623384">
        <w:rPr>
          <w:sz w:val="24"/>
          <w:szCs w:val="24"/>
          <w:lang w:val="et-EE"/>
        </w:rPr>
        <w:t xml:space="preserve">avaliku elektrivõrgu </w:t>
      </w:r>
      <w:r w:rsidR="004765E8">
        <w:rPr>
          <w:sz w:val="24"/>
          <w:szCs w:val="24"/>
          <w:lang w:val="et-EE"/>
        </w:rPr>
        <w:t>rajatise o</w:t>
      </w:r>
      <w:r w:rsidRPr="000121E9">
        <w:rPr>
          <w:sz w:val="24"/>
          <w:szCs w:val="24"/>
          <w:lang w:val="et-EE"/>
        </w:rPr>
        <w:t xml:space="preserve">manikuna garanteerib töödejärgsete võimalike kahjustuste likvideerimise teel ja teemaal </w:t>
      </w:r>
      <w:r w:rsidR="001E4F32">
        <w:rPr>
          <w:sz w:val="24"/>
          <w:szCs w:val="24"/>
          <w:lang w:val="et-EE"/>
        </w:rPr>
        <w:t>5</w:t>
      </w:r>
      <w:r w:rsidRPr="000121E9">
        <w:rPr>
          <w:sz w:val="24"/>
          <w:szCs w:val="24"/>
          <w:lang w:val="et-EE"/>
        </w:rPr>
        <w:t xml:space="preserve"> aasta jooksul</w:t>
      </w:r>
      <w:r w:rsidR="00623384">
        <w:rPr>
          <w:sz w:val="24"/>
          <w:szCs w:val="24"/>
          <w:lang w:val="et-EE"/>
        </w:rPr>
        <w:t>,</w:t>
      </w:r>
      <w:r w:rsidRPr="000121E9">
        <w:rPr>
          <w:sz w:val="24"/>
          <w:szCs w:val="24"/>
          <w:lang w:val="et-EE"/>
        </w:rPr>
        <w:t xml:space="preserve"> </w:t>
      </w:r>
      <w:r w:rsidR="00623384">
        <w:rPr>
          <w:sz w:val="24"/>
          <w:szCs w:val="24"/>
          <w:lang w:val="et-EE"/>
        </w:rPr>
        <w:t xml:space="preserve">mis võivad olla seotud </w:t>
      </w:r>
      <w:r w:rsidR="001E4F32" w:rsidRPr="001E4F32">
        <w:rPr>
          <w:sz w:val="24"/>
          <w:szCs w:val="24"/>
          <w:lang w:val="et-EE"/>
        </w:rPr>
        <w:t>Crusta Projekt OÜ</w:t>
      </w:r>
      <w:r w:rsidR="001E4F32">
        <w:rPr>
          <w:sz w:val="24"/>
          <w:szCs w:val="24"/>
          <w:lang w:val="et-EE"/>
        </w:rPr>
        <w:t xml:space="preserve"> t</w:t>
      </w:r>
      <w:r w:rsidR="001E4F32" w:rsidRPr="001E4F32">
        <w:rPr>
          <w:sz w:val="24"/>
          <w:szCs w:val="24"/>
          <w:lang w:val="et-EE"/>
        </w:rPr>
        <w:t>öö nr 140623/160623 „Mäeotsa tee 4 m/ü tehnovõrgud. Välisvalgustus ja elektrivarustus.“</w:t>
      </w:r>
      <w:r w:rsidR="00155D0C">
        <w:rPr>
          <w:sz w:val="24"/>
          <w:szCs w:val="24"/>
          <w:lang w:val="et-EE"/>
        </w:rPr>
        <w:t xml:space="preserve"> avaliku elektrivõrgu rajatiste ehitusest. </w:t>
      </w:r>
      <w:r w:rsidR="005329C3">
        <w:rPr>
          <w:sz w:val="24"/>
          <w:szCs w:val="24"/>
          <w:lang w:val="et-EE"/>
        </w:rPr>
        <w:t>Transpordi</w:t>
      </w:r>
      <w:r w:rsidR="00BE1055">
        <w:rPr>
          <w:sz w:val="24"/>
          <w:szCs w:val="24"/>
          <w:lang w:val="et-EE"/>
        </w:rPr>
        <w:t xml:space="preserve">ameti kooskõlastus </w:t>
      </w:r>
      <w:r w:rsidR="001E4F32" w:rsidRPr="001E4F32">
        <w:rPr>
          <w:sz w:val="24"/>
          <w:szCs w:val="24"/>
          <w:lang w:val="et-EE"/>
        </w:rPr>
        <w:t>23.04.2025 nr 7.1-2/25/9352-6</w:t>
      </w:r>
      <w:r w:rsidR="00CA0AF4">
        <w:rPr>
          <w:sz w:val="24"/>
          <w:szCs w:val="24"/>
          <w:lang w:val="et-EE"/>
        </w:rPr>
        <w:t>.</w:t>
      </w:r>
    </w:p>
    <w:p w14:paraId="47DA23D2" w14:textId="77777777" w:rsidR="00BE1055" w:rsidRDefault="00BE1055" w:rsidP="006B3C54">
      <w:pPr>
        <w:rPr>
          <w:sz w:val="24"/>
          <w:szCs w:val="24"/>
          <w:lang w:val="et-EE"/>
        </w:rPr>
      </w:pPr>
    </w:p>
    <w:p w14:paraId="169D19EA" w14:textId="77777777" w:rsidR="000121E9" w:rsidRPr="000121E9" w:rsidRDefault="000121E9" w:rsidP="006B3C54">
      <w:pPr>
        <w:rPr>
          <w:sz w:val="24"/>
          <w:szCs w:val="24"/>
          <w:lang w:val="et-EE"/>
        </w:rPr>
      </w:pPr>
      <w:r w:rsidRPr="000121E9">
        <w:rPr>
          <w:sz w:val="24"/>
          <w:szCs w:val="24"/>
          <w:lang w:val="et-EE"/>
        </w:rPr>
        <w:t xml:space="preserve">Lugupidamisega </w:t>
      </w:r>
    </w:p>
    <w:p w14:paraId="23F7EBB1" w14:textId="77777777" w:rsidR="000121E9" w:rsidRPr="000121E9" w:rsidRDefault="000121E9" w:rsidP="006B3C54">
      <w:pPr>
        <w:rPr>
          <w:sz w:val="24"/>
          <w:szCs w:val="24"/>
          <w:lang w:val="et-EE"/>
        </w:rPr>
      </w:pPr>
      <w:r w:rsidRPr="000121E9">
        <w:rPr>
          <w:sz w:val="24"/>
          <w:szCs w:val="24"/>
          <w:lang w:val="et-EE"/>
        </w:rPr>
        <w:t>K. Salvet</w:t>
      </w:r>
    </w:p>
    <w:p w14:paraId="7919BC4A" w14:textId="77777777" w:rsidR="000121E9" w:rsidRPr="000121E9" w:rsidRDefault="000121E9" w:rsidP="006B3C54">
      <w:pPr>
        <w:rPr>
          <w:sz w:val="24"/>
          <w:szCs w:val="24"/>
          <w:lang w:val="et-EE"/>
        </w:rPr>
      </w:pPr>
      <w:r w:rsidRPr="000121E9">
        <w:rPr>
          <w:sz w:val="24"/>
          <w:szCs w:val="24"/>
          <w:lang w:val="et-EE"/>
        </w:rPr>
        <w:t>Loo Elekter AS</w:t>
      </w:r>
    </w:p>
    <w:p w14:paraId="6B595EA9" w14:textId="77777777" w:rsidR="000121E9" w:rsidRPr="000121E9" w:rsidRDefault="000121E9" w:rsidP="006B3C54">
      <w:pPr>
        <w:rPr>
          <w:sz w:val="24"/>
          <w:szCs w:val="24"/>
          <w:lang w:val="et-EE"/>
        </w:rPr>
      </w:pPr>
      <w:r w:rsidRPr="000121E9">
        <w:rPr>
          <w:sz w:val="24"/>
          <w:szCs w:val="24"/>
          <w:lang w:val="et-EE"/>
        </w:rPr>
        <w:t>Juhatuse liige</w:t>
      </w:r>
    </w:p>
    <w:sectPr w:rsidR="000121E9" w:rsidRPr="000121E9" w:rsidSect="00240984">
      <w:headerReference w:type="first" r:id="rId6"/>
      <w:footerReference w:type="first" r:id="rId7"/>
      <w:pgSz w:w="11909" w:h="16834" w:code="9"/>
      <w:pgMar w:top="1418" w:right="1440" w:bottom="1134" w:left="1701" w:header="709" w:footer="454" w:gutter="0"/>
      <w:paperSrc w:first="268" w:other="268"/>
      <w:cols w:space="708"/>
      <w:titlePg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FBD19" w14:textId="77777777" w:rsidR="00C1330F" w:rsidRDefault="00C1330F">
      <w:r>
        <w:separator/>
      </w:r>
    </w:p>
  </w:endnote>
  <w:endnote w:type="continuationSeparator" w:id="0">
    <w:p w14:paraId="4AA280A7" w14:textId="77777777" w:rsidR="00C1330F" w:rsidRDefault="00C13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lare Light Gothic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DA8A2" w14:textId="77777777" w:rsidR="00D74C75" w:rsidRDefault="00D74C75">
    <w:pPr>
      <w:jc w:val="center"/>
      <w:rPr>
        <w:rFonts w:ascii="Courier New" w:hAnsi="Courier New"/>
        <w:b/>
        <w:spacing w:val="-35"/>
      </w:rPr>
    </w:pPr>
    <w:r>
      <w:rPr>
        <w:rFonts w:ascii="Courier New" w:hAnsi="Courier New"/>
        <w:b/>
        <w:spacing w:val="-35"/>
      </w:rPr>
      <w:t>-------------------------------------------------------------------------------------------------</w:t>
    </w:r>
  </w:p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2148"/>
      <w:gridCol w:w="2694"/>
      <w:gridCol w:w="3118"/>
    </w:tblGrid>
    <w:tr w:rsidR="00D74C75" w14:paraId="3AB4FDF4" w14:textId="77777777">
      <w:trPr>
        <w:jc w:val="center"/>
      </w:trPr>
      <w:tc>
        <w:tcPr>
          <w:tcW w:w="2148" w:type="dxa"/>
        </w:tcPr>
        <w:p w14:paraId="4C6B0AB8" w14:textId="77777777" w:rsidR="00D74C75" w:rsidRDefault="00D74C75">
          <w:pPr>
            <w:rPr>
              <w:b/>
              <w:sz w:val="22"/>
            </w:rPr>
          </w:pPr>
          <w:r>
            <w:rPr>
              <w:b/>
              <w:sz w:val="22"/>
            </w:rPr>
            <w:t xml:space="preserve">AS Loo </w:t>
          </w:r>
          <w:smartTag w:uri="urn:schemas-microsoft-com:office:smarttags" w:element="PersonName">
            <w:r>
              <w:rPr>
                <w:b/>
                <w:sz w:val="22"/>
              </w:rPr>
              <w:t>Elekter</w:t>
            </w:r>
          </w:smartTag>
          <w:r>
            <w:rPr>
              <w:b/>
              <w:sz w:val="22"/>
            </w:rPr>
            <w:t xml:space="preserve"> </w:t>
          </w:r>
        </w:p>
      </w:tc>
      <w:tc>
        <w:tcPr>
          <w:tcW w:w="2694" w:type="dxa"/>
        </w:tcPr>
        <w:p w14:paraId="418713B4" w14:textId="77777777" w:rsidR="00D74C75" w:rsidRDefault="00D74C75">
          <w:r>
            <w:t xml:space="preserve">Saha tee 16 , Loo </w:t>
          </w:r>
          <w:proofErr w:type="spellStart"/>
          <w:r>
            <w:t>alevik</w:t>
          </w:r>
          <w:proofErr w:type="spellEnd"/>
        </w:p>
      </w:tc>
      <w:tc>
        <w:tcPr>
          <w:tcW w:w="3118" w:type="dxa"/>
        </w:tcPr>
        <w:p w14:paraId="760BB894" w14:textId="107FB076" w:rsidR="00D74C75" w:rsidRDefault="00D74C75">
          <w:r>
            <w:t xml:space="preserve">Tel. 6 107 </w:t>
          </w:r>
          <w:r w:rsidR="00880D12">
            <w:t>800</w:t>
          </w:r>
        </w:p>
      </w:tc>
    </w:tr>
    <w:tr w:rsidR="00D74C75" w14:paraId="194AF1B0" w14:textId="77777777">
      <w:trPr>
        <w:jc w:val="center"/>
      </w:trPr>
      <w:tc>
        <w:tcPr>
          <w:tcW w:w="2148" w:type="dxa"/>
        </w:tcPr>
        <w:p w14:paraId="4C7F3A9A" w14:textId="77777777" w:rsidR="00D74C75" w:rsidRDefault="00D74C75">
          <w:r>
            <w:t>Reg.nr. 10017616</w:t>
          </w:r>
        </w:p>
      </w:tc>
      <w:tc>
        <w:tcPr>
          <w:tcW w:w="2694" w:type="dxa"/>
        </w:tcPr>
        <w:p w14:paraId="47F8124B" w14:textId="77777777" w:rsidR="00D74C75" w:rsidRDefault="00D74C75">
          <w:r>
            <w:t>74201   HARJUMAA</w:t>
          </w:r>
        </w:p>
      </w:tc>
      <w:tc>
        <w:tcPr>
          <w:tcW w:w="3118" w:type="dxa"/>
        </w:tcPr>
        <w:p w14:paraId="12E293C0" w14:textId="77777777" w:rsidR="00D74C75" w:rsidRDefault="00D74C75" w:rsidP="00057CC5">
          <w:r>
            <w:t>E-post  looelekter@looelekter.ee</w:t>
          </w:r>
        </w:p>
      </w:tc>
    </w:tr>
    <w:tr w:rsidR="00D74C75" w14:paraId="035678C5" w14:textId="77777777">
      <w:trPr>
        <w:jc w:val="center"/>
      </w:trPr>
      <w:tc>
        <w:tcPr>
          <w:tcW w:w="2148" w:type="dxa"/>
        </w:tcPr>
        <w:p w14:paraId="6B26A49B" w14:textId="77777777" w:rsidR="00D74C75" w:rsidRDefault="00D74C75"/>
      </w:tc>
      <w:tc>
        <w:tcPr>
          <w:tcW w:w="2694" w:type="dxa"/>
        </w:tcPr>
        <w:p w14:paraId="4485CCF0" w14:textId="77777777" w:rsidR="00D74C75" w:rsidRDefault="00D74C75"/>
      </w:tc>
      <w:tc>
        <w:tcPr>
          <w:tcW w:w="3118" w:type="dxa"/>
        </w:tcPr>
        <w:p w14:paraId="5C13EC20" w14:textId="77777777" w:rsidR="00D74C75" w:rsidRDefault="00D74C75"/>
      </w:tc>
    </w:tr>
  </w:tbl>
  <w:p w14:paraId="2763DBAF" w14:textId="77777777" w:rsidR="00D74C75" w:rsidRDefault="00D74C75">
    <w:pPr>
      <w:pStyle w:val="Footer"/>
      <w:rPr>
        <w:rFonts w:ascii="Flare Light Gothic" w:hAnsi="Flare Light Gothic"/>
        <w:snapToGrid w:val="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17C4B" w14:textId="77777777" w:rsidR="00C1330F" w:rsidRDefault="00C1330F">
      <w:r>
        <w:separator/>
      </w:r>
    </w:p>
  </w:footnote>
  <w:footnote w:type="continuationSeparator" w:id="0">
    <w:p w14:paraId="34E3BEF0" w14:textId="77777777" w:rsidR="00C1330F" w:rsidRDefault="00C133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81309" w14:textId="77777777" w:rsidR="00D74C75" w:rsidRDefault="000121E9">
    <w:pPr>
      <w:pStyle w:val="Header"/>
      <w:rPr>
        <w:rFonts w:ascii="Courier New" w:hAnsi="Courier New"/>
      </w:rPr>
    </w:pPr>
    <w:r>
      <w:rPr>
        <w:noProof/>
        <w:sz w:val="24"/>
        <w:lang w:val="et-EE" w:eastAsia="et-EE"/>
      </w:rPr>
      <w:drawing>
        <wp:inline distT="0" distB="0" distL="0" distR="0" wp14:anchorId="3AD6659C" wp14:editId="4E04DC13">
          <wp:extent cx="1876425" cy="676275"/>
          <wp:effectExtent l="0" t="0" r="9525" b="9525"/>
          <wp:docPr id="1" name="Picture 1" descr="log co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 co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7F0714" w14:textId="77777777" w:rsidR="00D74C75" w:rsidRDefault="00D74C75">
    <w:pPr>
      <w:jc w:val="center"/>
      <w:rPr>
        <w:rFonts w:ascii="Arial" w:hAnsi="Arial"/>
        <w:b/>
        <w:sz w:val="24"/>
      </w:rPr>
    </w:pPr>
    <w:r>
      <w:rPr>
        <w:rFonts w:ascii="Arial" w:hAnsi="Arial"/>
        <w:b/>
        <w:sz w:val="24"/>
      </w:rPr>
      <w:t>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78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30F"/>
    <w:rsid w:val="0001101C"/>
    <w:rsid w:val="000121E9"/>
    <w:rsid w:val="00057CC5"/>
    <w:rsid w:val="0006592A"/>
    <w:rsid w:val="00155D0C"/>
    <w:rsid w:val="001E4F32"/>
    <w:rsid w:val="00240984"/>
    <w:rsid w:val="00363ACA"/>
    <w:rsid w:val="00382AA1"/>
    <w:rsid w:val="003C4B61"/>
    <w:rsid w:val="004765E8"/>
    <w:rsid w:val="005329C3"/>
    <w:rsid w:val="00623384"/>
    <w:rsid w:val="006662C7"/>
    <w:rsid w:val="006B3C54"/>
    <w:rsid w:val="007A35CC"/>
    <w:rsid w:val="007C2442"/>
    <w:rsid w:val="00880D12"/>
    <w:rsid w:val="00951EB1"/>
    <w:rsid w:val="00A33D22"/>
    <w:rsid w:val="00BE1055"/>
    <w:rsid w:val="00C1330F"/>
    <w:rsid w:val="00C31753"/>
    <w:rsid w:val="00CA0AF4"/>
    <w:rsid w:val="00D74C75"/>
    <w:rsid w:val="00EB360A"/>
    <w:rsid w:val="00F9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2A4F841"/>
  <w15:docId w15:val="{BF774110-B1DE-4FE7-966A-A90E74A0F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" w:eastAsia="Times New Roman" w:hAnsi="CG Times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252"/>
        <w:tab w:val="right" w:pos="8504"/>
      </w:tabs>
    </w:pPr>
  </w:style>
  <w:style w:type="paragraph" w:styleId="Header">
    <w:name w:val="header"/>
    <w:basedOn w:val="Normal"/>
    <w:pPr>
      <w:tabs>
        <w:tab w:val="center" w:pos="4252"/>
        <w:tab w:val="right" w:pos="8504"/>
      </w:tabs>
    </w:pPr>
  </w:style>
  <w:style w:type="paragraph" w:styleId="Title">
    <w:name w:val="Title"/>
    <w:basedOn w:val="Normal"/>
    <w:qFormat/>
    <w:pPr>
      <w:spacing w:before="240" w:after="60"/>
      <w:jc w:val="center"/>
    </w:pPr>
    <w:rPr>
      <w:rFonts w:ascii="Arial" w:hAnsi="Arial"/>
      <w:b/>
      <w:sz w:val="32"/>
    </w:rPr>
  </w:style>
  <w:style w:type="paragraph" w:styleId="BodyText">
    <w:name w:val="Body Text"/>
    <w:basedOn w:val="Normal"/>
    <w:pPr>
      <w:spacing w:after="12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List2">
    <w:name w:val="List 2"/>
    <w:basedOn w:val="Normal"/>
    <w:pPr>
      <w:ind w:left="566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Looelekter\LE\Vormid\LE_KirjBl_v&#228;rv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LE_KirjBl_värv</Template>
  <TotalTime>8</TotalTime>
  <Pages>1</Pages>
  <Words>63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Loo Elekter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Kalev Salvet</dc:creator>
  <cp:lastModifiedBy>Kalev Salvet</cp:lastModifiedBy>
  <cp:revision>3</cp:revision>
  <cp:lastPrinted>2010-03-29T14:16:00Z</cp:lastPrinted>
  <dcterms:created xsi:type="dcterms:W3CDTF">2025-04-28T04:10:00Z</dcterms:created>
  <dcterms:modified xsi:type="dcterms:W3CDTF">2025-04-28T04:18:00Z</dcterms:modified>
</cp:coreProperties>
</file>